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C4D8A8E" w14:textId="77777777" w:rsidR="00950AA5" w:rsidRPr="00C37DE0" w:rsidRDefault="00950AA5" w:rsidP="00950AA5">
      <w:pPr>
        <w:spacing w:line="276" w:lineRule="auto"/>
        <w:jc w:val="right"/>
        <w:rPr>
          <w:rFonts w:ascii="Calibri" w:hAnsi="Calibri" w:cs="Calibri"/>
          <w:lang w:eastAsia="ar-SA"/>
        </w:rPr>
      </w:pPr>
      <w:r w:rsidRPr="00C37DE0">
        <w:rPr>
          <w:rFonts w:ascii="Calibri" w:hAnsi="Calibri" w:cs="Calibri"/>
          <w:lang w:eastAsia="ar-SA"/>
        </w:rPr>
        <w:t>Załącznik nr 1 do zapytania ofertowego</w:t>
      </w:r>
    </w:p>
    <w:p w14:paraId="45AB67EA" w14:textId="77777777" w:rsidR="00EB1F1C" w:rsidRPr="00C37DE0" w:rsidRDefault="00EB1F1C" w:rsidP="00950AA5">
      <w:pPr>
        <w:spacing w:line="276" w:lineRule="auto"/>
        <w:jc w:val="right"/>
        <w:rPr>
          <w:rFonts w:ascii="Calibri" w:hAnsi="Calibri" w:cs="Calibri"/>
          <w:lang w:eastAsia="en-US"/>
        </w:rPr>
      </w:pPr>
    </w:p>
    <w:p w14:paraId="172C2741" w14:textId="77777777" w:rsidR="00950AA5" w:rsidRPr="00C37DE0" w:rsidRDefault="00950AA5" w:rsidP="00950AA5">
      <w:pPr>
        <w:spacing w:line="276" w:lineRule="auto"/>
        <w:jc w:val="right"/>
        <w:rPr>
          <w:rFonts w:ascii="Calibri" w:hAnsi="Calibri" w:cs="Calibri"/>
          <w:lang w:eastAsia="ar-SA"/>
        </w:rPr>
      </w:pPr>
      <w:r w:rsidRPr="00C37DE0">
        <w:rPr>
          <w:rFonts w:ascii="Calibri" w:hAnsi="Calibri" w:cs="Calibri"/>
          <w:lang w:eastAsia="ar-SA"/>
        </w:rPr>
        <w:t>………………………………………………….</w:t>
      </w:r>
    </w:p>
    <w:p w14:paraId="13EA96FF" w14:textId="77777777" w:rsidR="00950AA5" w:rsidRPr="00C37DE0" w:rsidRDefault="00950AA5" w:rsidP="00950AA5">
      <w:pPr>
        <w:spacing w:line="276" w:lineRule="auto"/>
        <w:jc w:val="right"/>
        <w:rPr>
          <w:rFonts w:ascii="Calibri" w:hAnsi="Calibri" w:cs="Calibri"/>
          <w:lang w:eastAsia="ar-SA"/>
        </w:rPr>
      </w:pPr>
      <w:r w:rsidRPr="00C37DE0">
        <w:rPr>
          <w:rFonts w:ascii="Calibri" w:hAnsi="Calibri" w:cs="Calibri"/>
          <w:lang w:eastAsia="ar-SA"/>
        </w:rPr>
        <w:t>miejscowość, data</w:t>
      </w:r>
    </w:p>
    <w:p w14:paraId="29AF78D3" w14:textId="77777777" w:rsidR="00950AA5" w:rsidRPr="00C37DE0" w:rsidRDefault="00950AA5" w:rsidP="00950AA5">
      <w:pPr>
        <w:spacing w:line="480" w:lineRule="auto"/>
        <w:rPr>
          <w:rFonts w:ascii="Calibri" w:hAnsi="Calibri" w:cs="Calibri"/>
          <w:lang w:eastAsia="ar-SA"/>
        </w:rPr>
      </w:pPr>
      <w:r w:rsidRPr="00C37DE0">
        <w:rPr>
          <w:rFonts w:ascii="Calibri" w:hAnsi="Calibri" w:cs="Calibri"/>
          <w:lang w:eastAsia="ar-SA"/>
        </w:rPr>
        <w:t>…………………………………………………………</w:t>
      </w:r>
    </w:p>
    <w:p w14:paraId="4BBAF55E" w14:textId="77777777" w:rsidR="00950AA5" w:rsidRPr="00C37DE0" w:rsidRDefault="00950AA5" w:rsidP="00950AA5">
      <w:pPr>
        <w:spacing w:line="480" w:lineRule="auto"/>
        <w:rPr>
          <w:rFonts w:ascii="Calibri" w:hAnsi="Calibri" w:cs="Calibri"/>
          <w:lang w:eastAsia="ar-SA"/>
        </w:rPr>
      </w:pPr>
      <w:r w:rsidRPr="00C37DE0">
        <w:rPr>
          <w:rFonts w:ascii="Calibri" w:hAnsi="Calibri" w:cs="Calibri"/>
          <w:lang w:eastAsia="ar-SA"/>
        </w:rPr>
        <w:t>………………………………………………………..</w:t>
      </w:r>
    </w:p>
    <w:p w14:paraId="5E63F242" w14:textId="77777777" w:rsidR="00950AA5" w:rsidRPr="00C37DE0" w:rsidRDefault="00950AA5" w:rsidP="00950AA5">
      <w:pPr>
        <w:rPr>
          <w:rFonts w:ascii="Calibri" w:hAnsi="Calibri" w:cs="Calibri"/>
          <w:lang w:eastAsia="ar-SA"/>
        </w:rPr>
      </w:pPr>
      <w:r w:rsidRPr="00C37DE0">
        <w:rPr>
          <w:rFonts w:ascii="Calibri" w:hAnsi="Calibri" w:cs="Calibri"/>
          <w:lang w:eastAsia="ar-SA"/>
        </w:rPr>
        <w:t>……………………………………………………….</w:t>
      </w:r>
    </w:p>
    <w:p w14:paraId="3B51C962" w14:textId="77777777" w:rsidR="00950AA5" w:rsidRDefault="00950AA5" w:rsidP="00950AA5">
      <w:pPr>
        <w:spacing w:line="276" w:lineRule="auto"/>
        <w:rPr>
          <w:rFonts w:ascii="Calibri" w:hAnsi="Calibri" w:cs="Calibri"/>
          <w:lang w:eastAsia="ar-SA"/>
        </w:rPr>
      </w:pPr>
      <w:r w:rsidRPr="00C37DE0">
        <w:rPr>
          <w:rFonts w:ascii="Calibri" w:hAnsi="Calibri" w:cs="Calibri"/>
          <w:lang w:eastAsia="ar-SA"/>
        </w:rPr>
        <w:t xml:space="preserve">               Dane Wykonawcy</w:t>
      </w:r>
    </w:p>
    <w:p w14:paraId="5405A2F9" w14:textId="77777777" w:rsidR="00C37DE0" w:rsidRPr="00C37DE0" w:rsidRDefault="00C37DE0" w:rsidP="00950AA5">
      <w:pPr>
        <w:spacing w:line="276" w:lineRule="auto"/>
        <w:rPr>
          <w:rFonts w:ascii="Calibri" w:hAnsi="Calibri" w:cs="Calibri"/>
          <w:lang w:eastAsia="ar-SA"/>
        </w:rPr>
      </w:pPr>
    </w:p>
    <w:p w14:paraId="79451A0B" w14:textId="77777777" w:rsidR="00950AA5" w:rsidRPr="00C37DE0" w:rsidRDefault="00950AA5" w:rsidP="00950AA5">
      <w:pPr>
        <w:spacing w:line="276" w:lineRule="auto"/>
        <w:rPr>
          <w:rFonts w:ascii="Calibri" w:hAnsi="Calibri" w:cs="Calibri"/>
          <w:lang w:eastAsia="ar-SA"/>
        </w:rPr>
      </w:pPr>
    </w:p>
    <w:p w14:paraId="76FEEBFC" w14:textId="77777777" w:rsidR="00950AA5" w:rsidRPr="00C37DE0" w:rsidRDefault="00950AA5" w:rsidP="00950AA5">
      <w:pPr>
        <w:suppressAutoHyphens w:val="0"/>
        <w:autoSpaceDE w:val="0"/>
        <w:jc w:val="center"/>
        <w:rPr>
          <w:rFonts w:ascii="Calibri" w:hAnsi="Calibri" w:cs="Calibri"/>
        </w:rPr>
      </w:pPr>
      <w:r w:rsidRPr="00C37DE0">
        <w:rPr>
          <w:rFonts w:ascii="Calibri" w:hAnsi="Calibri" w:cs="Calibri"/>
        </w:rPr>
        <w:t>FORMULARZ OFERTY</w:t>
      </w:r>
    </w:p>
    <w:p w14:paraId="2CB02586" w14:textId="77777777" w:rsidR="00950AA5" w:rsidRPr="00C37DE0" w:rsidRDefault="00950AA5" w:rsidP="00950AA5">
      <w:pPr>
        <w:suppressAutoHyphens w:val="0"/>
        <w:autoSpaceDE w:val="0"/>
        <w:jc w:val="center"/>
        <w:rPr>
          <w:rFonts w:ascii="Calibri" w:hAnsi="Calibri" w:cs="Calibri"/>
        </w:rPr>
      </w:pPr>
    </w:p>
    <w:p w14:paraId="6A1962B5" w14:textId="77777777" w:rsidR="00097F2E" w:rsidRPr="00E4256D" w:rsidRDefault="00097F2E" w:rsidP="00097F2E">
      <w:pPr>
        <w:spacing w:line="276" w:lineRule="auto"/>
        <w:jc w:val="center"/>
        <w:rPr>
          <w:rFonts w:asciiTheme="minorHAnsi" w:eastAsia="Calibri" w:hAnsiTheme="minorHAnsi" w:cstheme="minorHAnsi"/>
          <w:color w:val="000000" w:themeColor="text1"/>
        </w:rPr>
      </w:pPr>
      <w:r w:rsidRPr="00E4256D">
        <w:rPr>
          <w:rFonts w:asciiTheme="minorHAnsi" w:eastAsia="Calibri" w:hAnsiTheme="minorHAnsi" w:cstheme="minorHAnsi"/>
          <w:color w:val="000000" w:themeColor="text1"/>
        </w:rPr>
        <w:t>na animatora środowiskowego w ramach projektu „Pole możliwości dla rodziny”</w:t>
      </w:r>
    </w:p>
    <w:p w14:paraId="1334E395" w14:textId="77777777" w:rsidR="00950AA5" w:rsidRPr="00C37DE0" w:rsidRDefault="00950AA5" w:rsidP="00950AA5">
      <w:pPr>
        <w:spacing w:line="276" w:lineRule="auto"/>
        <w:rPr>
          <w:rFonts w:ascii="Calibri" w:hAnsi="Calibri" w:cs="Calibri"/>
          <w:lang w:eastAsia="ar-SA"/>
        </w:rPr>
      </w:pPr>
    </w:p>
    <w:p w14:paraId="6F0B8100" w14:textId="77777777" w:rsidR="00950AA5" w:rsidRPr="00C37DE0" w:rsidRDefault="00950AA5" w:rsidP="00950AA5">
      <w:pPr>
        <w:suppressAutoHyphens w:val="0"/>
        <w:spacing w:line="288" w:lineRule="auto"/>
        <w:rPr>
          <w:rFonts w:asciiTheme="minorHAnsi" w:eastAsia="Calibri" w:hAnsiTheme="minorHAnsi" w:cstheme="minorHAnsi"/>
          <w:b/>
          <w:u w:val="single"/>
          <w:lang w:eastAsia="en-US"/>
        </w:rPr>
      </w:pPr>
      <w:r w:rsidRPr="00C37DE0">
        <w:rPr>
          <w:rFonts w:asciiTheme="minorHAnsi" w:eastAsia="Calibri" w:hAnsiTheme="minorHAnsi" w:cstheme="minorHAnsi"/>
          <w:b/>
          <w:u w:val="single"/>
          <w:lang w:eastAsia="en-US"/>
        </w:rPr>
        <w:t>Dane Wykonawcy:</w:t>
      </w:r>
    </w:p>
    <w:tbl>
      <w:tblPr>
        <w:tblW w:w="0" w:type="auto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3545"/>
        <w:gridCol w:w="5806"/>
      </w:tblGrid>
      <w:tr w:rsidR="00950AA5" w:rsidRPr="00C37DE0" w14:paraId="422EC7D5" w14:textId="77777777" w:rsidTr="009C4A8D">
        <w:trPr>
          <w:trHeight w:val="737"/>
        </w:trPr>
        <w:tc>
          <w:tcPr>
            <w:tcW w:w="3545" w:type="dxa"/>
            <w:shd w:val="clear" w:color="000000" w:fill="FFFFFF"/>
            <w:vAlign w:val="center"/>
          </w:tcPr>
          <w:p w14:paraId="2760CDD8" w14:textId="77777777" w:rsidR="00950AA5" w:rsidRPr="00C37DE0" w:rsidRDefault="00950AA5" w:rsidP="00FB499B">
            <w:pPr>
              <w:suppressAutoHyphens w:val="0"/>
              <w:spacing w:line="288" w:lineRule="auto"/>
              <w:rPr>
                <w:rFonts w:asciiTheme="minorHAnsi" w:eastAsia="Calibri" w:hAnsiTheme="minorHAnsi" w:cstheme="minorHAnsi"/>
                <w:lang w:eastAsia="en-US"/>
              </w:rPr>
            </w:pPr>
            <w:r w:rsidRPr="00C37DE0">
              <w:rPr>
                <w:rFonts w:asciiTheme="minorHAnsi" w:eastAsia="Calibri" w:hAnsiTheme="minorHAnsi" w:cstheme="minorHAnsi"/>
                <w:lang w:eastAsia="en-US"/>
              </w:rPr>
              <w:t>Imię i nazwisko/Nazwa Wykonawcy:</w:t>
            </w:r>
          </w:p>
        </w:tc>
        <w:tc>
          <w:tcPr>
            <w:tcW w:w="5806" w:type="dxa"/>
            <w:shd w:val="clear" w:color="000000" w:fill="FFFFFF"/>
          </w:tcPr>
          <w:p w14:paraId="03A092DD" w14:textId="77777777" w:rsidR="00950AA5" w:rsidRPr="00C37DE0" w:rsidRDefault="00950AA5" w:rsidP="00FB499B">
            <w:pPr>
              <w:suppressAutoHyphens w:val="0"/>
              <w:spacing w:line="288" w:lineRule="auto"/>
              <w:rPr>
                <w:rFonts w:asciiTheme="minorHAnsi" w:eastAsia="Calibri" w:hAnsiTheme="minorHAnsi" w:cstheme="minorHAnsi"/>
                <w:lang w:eastAsia="en-US"/>
              </w:rPr>
            </w:pPr>
          </w:p>
        </w:tc>
      </w:tr>
      <w:tr w:rsidR="00950AA5" w:rsidRPr="00C37DE0" w14:paraId="41C165BF" w14:textId="77777777" w:rsidTr="009C4A8D">
        <w:tc>
          <w:tcPr>
            <w:tcW w:w="3545" w:type="dxa"/>
            <w:shd w:val="clear" w:color="000000" w:fill="FFFFFF"/>
            <w:vAlign w:val="center"/>
          </w:tcPr>
          <w:p w14:paraId="17B4FBEA" w14:textId="77777777" w:rsidR="00950AA5" w:rsidRPr="00C37DE0" w:rsidRDefault="00950AA5" w:rsidP="00FB499B">
            <w:pPr>
              <w:suppressAutoHyphens w:val="0"/>
              <w:spacing w:line="288" w:lineRule="auto"/>
              <w:rPr>
                <w:rFonts w:asciiTheme="minorHAnsi" w:eastAsia="Calibri" w:hAnsiTheme="minorHAnsi" w:cstheme="minorHAnsi"/>
                <w:lang w:eastAsia="en-US"/>
              </w:rPr>
            </w:pPr>
            <w:r w:rsidRPr="00C37DE0">
              <w:rPr>
                <w:rFonts w:asciiTheme="minorHAnsi" w:eastAsia="Calibri" w:hAnsiTheme="minorHAnsi" w:cstheme="minorHAnsi"/>
                <w:lang w:eastAsia="en-US"/>
              </w:rPr>
              <w:t>Adres Wykonawcy:</w:t>
            </w:r>
          </w:p>
        </w:tc>
        <w:tc>
          <w:tcPr>
            <w:tcW w:w="5806" w:type="dxa"/>
            <w:shd w:val="clear" w:color="000000" w:fill="FFFFFF"/>
          </w:tcPr>
          <w:p w14:paraId="15310911" w14:textId="77777777" w:rsidR="00950AA5" w:rsidRPr="00C37DE0" w:rsidRDefault="00950AA5" w:rsidP="00FB499B">
            <w:pPr>
              <w:suppressAutoHyphens w:val="0"/>
              <w:spacing w:line="288" w:lineRule="auto"/>
              <w:rPr>
                <w:rFonts w:asciiTheme="minorHAnsi" w:eastAsia="Calibri" w:hAnsiTheme="minorHAnsi" w:cstheme="minorHAnsi"/>
                <w:lang w:eastAsia="en-US"/>
              </w:rPr>
            </w:pPr>
          </w:p>
          <w:p w14:paraId="1535887A" w14:textId="77777777" w:rsidR="00950AA5" w:rsidRPr="00C37DE0" w:rsidRDefault="00950AA5" w:rsidP="00FB499B">
            <w:pPr>
              <w:suppressAutoHyphens w:val="0"/>
              <w:spacing w:line="288" w:lineRule="auto"/>
              <w:rPr>
                <w:rFonts w:asciiTheme="minorHAnsi" w:eastAsia="Calibri" w:hAnsiTheme="minorHAnsi" w:cstheme="minorHAnsi"/>
                <w:lang w:eastAsia="en-US"/>
              </w:rPr>
            </w:pPr>
          </w:p>
        </w:tc>
      </w:tr>
      <w:tr w:rsidR="00950AA5" w:rsidRPr="00C37DE0" w14:paraId="4A33BBD7" w14:textId="77777777" w:rsidTr="009C4A8D">
        <w:tc>
          <w:tcPr>
            <w:tcW w:w="3545" w:type="dxa"/>
            <w:shd w:val="clear" w:color="000000" w:fill="FFFFFF"/>
            <w:vAlign w:val="center"/>
          </w:tcPr>
          <w:p w14:paraId="3369176B" w14:textId="77C10DB0" w:rsidR="00950AA5" w:rsidRPr="00C37DE0" w:rsidRDefault="00EB1F1C" w:rsidP="00FB499B">
            <w:pPr>
              <w:suppressAutoHyphens w:val="0"/>
              <w:spacing w:line="288" w:lineRule="auto"/>
              <w:rPr>
                <w:rFonts w:asciiTheme="minorHAnsi" w:eastAsia="Calibri" w:hAnsiTheme="minorHAnsi" w:cstheme="minorHAnsi"/>
                <w:lang w:eastAsia="en-US"/>
              </w:rPr>
            </w:pPr>
            <w:r w:rsidRPr="00C37DE0">
              <w:rPr>
                <w:rFonts w:asciiTheme="minorHAnsi" w:eastAsia="Calibri" w:hAnsiTheme="minorHAnsi" w:cstheme="minorHAnsi"/>
                <w:lang w:eastAsia="en-US"/>
              </w:rPr>
              <w:t>NIP (jeśli dotyczy)</w:t>
            </w:r>
          </w:p>
        </w:tc>
        <w:tc>
          <w:tcPr>
            <w:tcW w:w="5806" w:type="dxa"/>
            <w:shd w:val="clear" w:color="000000" w:fill="FFFFFF"/>
          </w:tcPr>
          <w:p w14:paraId="61B44534" w14:textId="77777777" w:rsidR="00950AA5" w:rsidRPr="00C37DE0" w:rsidRDefault="00950AA5" w:rsidP="00FB499B">
            <w:pPr>
              <w:suppressAutoHyphens w:val="0"/>
              <w:spacing w:line="288" w:lineRule="auto"/>
              <w:rPr>
                <w:rFonts w:asciiTheme="minorHAnsi" w:eastAsia="Calibri" w:hAnsiTheme="minorHAnsi" w:cstheme="minorHAnsi"/>
                <w:lang w:eastAsia="en-US"/>
              </w:rPr>
            </w:pPr>
          </w:p>
          <w:p w14:paraId="5BCFB3DB" w14:textId="77777777" w:rsidR="00950AA5" w:rsidRPr="00C37DE0" w:rsidRDefault="00950AA5" w:rsidP="00FB499B">
            <w:pPr>
              <w:suppressAutoHyphens w:val="0"/>
              <w:spacing w:line="288" w:lineRule="auto"/>
              <w:rPr>
                <w:rFonts w:asciiTheme="minorHAnsi" w:eastAsia="Calibri" w:hAnsiTheme="minorHAnsi" w:cstheme="minorHAnsi"/>
                <w:lang w:eastAsia="en-US"/>
              </w:rPr>
            </w:pPr>
          </w:p>
        </w:tc>
      </w:tr>
      <w:tr w:rsidR="00950AA5" w:rsidRPr="00C37DE0" w14:paraId="5439FE77" w14:textId="77777777" w:rsidTr="009C4A8D">
        <w:tc>
          <w:tcPr>
            <w:tcW w:w="3545" w:type="dxa"/>
            <w:shd w:val="clear" w:color="000000" w:fill="FFFFFF"/>
            <w:vAlign w:val="center"/>
          </w:tcPr>
          <w:p w14:paraId="3DB9F46F" w14:textId="7F61A759" w:rsidR="00950AA5" w:rsidRPr="00C37DE0" w:rsidRDefault="00EB1F1C" w:rsidP="00FB499B">
            <w:pPr>
              <w:suppressAutoHyphens w:val="0"/>
              <w:spacing w:line="288" w:lineRule="auto"/>
              <w:rPr>
                <w:rFonts w:asciiTheme="minorHAnsi" w:eastAsia="Calibri" w:hAnsiTheme="minorHAnsi" w:cstheme="minorHAnsi"/>
                <w:lang w:eastAsia="en-US"/>
              </w:rPr>
            </w:pPr>
            <w:r w:rsidRPr="00C37DE0">
              <w:rPr>
                <w:rFonts w:asciiTheme="minorHAnsi" w:eastAsia="Calibri" w:hAnsiTheme="minorHAnsi" w:cstheme="minorHAnsi"/>
                <w:lang w:eastAsia="en-US"/>
              </w:rPr>
              <w:t>Nr telefonu</w:t>
            </w:r>
          </w:p>
        </w:tc>
        <w:tc>
          <w:tcPr>
            <w:tcW w:w="5806" w:type="dxa"/>
            <w:shd w:val="clear" w:color="000000" w:fill="FFFFFF"/>
          </w:tcPr>
          <w:p w14:paraId="21E30B2F" w14:textId="77777777" w:rsidR="00950AA5" w:rsidRPr="00C37DE0" w:rsidRDefault="00950AA5" w:rsidP="00FB499B">
            <w:pPr>
              <w:suppressAutoHyphens w:val="0"/>
              <w:spacing w:line="288" w:lineRule="auto"/>
              <w:rPr>
                <w:rFonts w:asciiTheme="minorHAnsi" w:eastAsia="Calibri" w:hAnsiTheme="minorHAnsi" w:cstheme="minorHAnsi"/>
                <w:lang w:eastAsia="en-US"/>
              </w:rPr>
            </w:pPr>
          </w:p>
          <w:p w14:paraId="1E30E125" w14:textId="77777777" w:rsidR="00950AA5" w:rsidRPr="00C37DE0" w:rsidRDefault="00950AA5" w:rsidP="00FB499B">
            <w:pPr>
              <w:suppressAutoHyphens w:val="0"/>
              <w:spacing w:line="288" w:lineRule="auto"/>
              <w:rPr>
                <w:rFonts w:asciiTheme="minorHAnsi" w:eastAsia="Calibri" w:hAnsiTheme="minorHAnsi" w:cstheme="minorHAnsi"/>
                <w:lang w:eastAsia="en-US"/>
              </w:rPr>
            </w:pPr>
          </w:p>
        </w:tc>
      </w:tr>
      <w:tr w:rsidR="00950AA5" w:rsidRPr="00C37DE0" w14:paraId="14432141" w14:textId="77777777" w:rsidTr="009C4A8D">
        <w:tc>
          <w:tcPr>
            <w:tcW w:w="3545" w:type="dxa"/>
            <w:shd w:val="clear" w:color="000000" w:fill="FFFFFF"/>
            <w:vAlign w:val="center"/>
          </w:tcPr>
          <w:p w14:paraId="4FE3F3A5" w14:textId="77777777" w:rsidR="00950AA5" w:rsidRPr="00C37DE0" w:rsidRDefault="00950AA5" w:rsidP="00FB499B">
            <w:pPr>
              <w:suppressAutoHyphens w:val="0"/>
              <w:spacing w:line="288" w:lineRule="auto"/>
              <w:rPr>
                <w:rFonts w:asciiTheme="minorHAnsi" w:eastAsia="Calibri" w:hAnsiTheme="minorHAnsi" w:cstheme="minorHAnsi"/>
                <w:lang w:eastAsia="en-US"/>
              </w:rPr>
            </w:pPr>
            <w:r w:rsidRPr="00C37DE0">
              <w:rPr>
                <w:rFonts w:asciiTheme="minorHAnsi" w:eastAsia="Calibri" w:hAnsiTheme="minorHAnsi" w:cstheme="minorHAnsi"/>
                <w:lang w:eastAsia="en-US"/>
              </w:rPr>
              <w:t>e-mail:</w:t>
            </w:r>
          </w:p>
        </w:tc>
        <w:tc>
          <w:tcPr>
            <w:tcW w:w="5806" w:type="dxa"/>
            <w:shd w:val="clear" w:color="000000" w:fill="FFFFFF"/>
          </w:tcPr>
          <w:p w14:paraId="7706E7AA" w14:textId="77777777" w:rsidR="00950AA5" w:rsidRPr="00C37DE0" w:rsidRDefault="00950AA5" w:rsidP="00FB499B">
            <w:pPr>
              <w:suppressAutoHyphens w:val="0"/>
              <w:spacing w:line="288" w:lineRule="auto"/>
              <w:rPr>
                <w:rFonts w:asciiTheme="minorHAnsi" w:eastAsia="Calibri" w:hAnsiTheme="minorHAnsi" w:cstheme="minorHAnsi"/>
                <w:lang w:eastAsia="en-US"/>
              </w:rPr>
            </w:pPr>
          </w:p>
          <w:p w14:paraId="5EF26615" w14:textId="77777777" w:rsidR="00950AA5" w:rsidRPr="00C37DE0" w:rsidRDefault="00950AA5" w:rsidP="00FB499B">
            <w:pPr>
              <w:suppressAutoHyphens w:val="0"/>
              <w:spacing w:line="288" w:lineRule="auto"/>
              <w:rPr>
                <w:rFonts w:asciiTheme="minorHAnsi" w:eastAsia="Calibri" w:hAnsiTheme="minorHAnsi" w:cstheme="minorHAnsi"/>
                <w:lang w:eastAsia="en-US"/>
              </w:rPr>
            </w:pPr>
          </w:p>
        </w:tc>
      </w:tr>
    </w:tbl>
    <w:p w14:paraId="6E5F641F" w14:textId="77777777" w:rsidR="00950AA5" w:rsidRPr="00C37DE0" w:rsidRDefault="00950AA5" w:rsidP="00950AA5">
      <w:pPr>
        <w:spacing w:line="276" w:lineRule="auto"/>
        <w:rPr>
          <w:rFonts w:ascii="Calibri" w:hAnsi="Calibri" w:cs="Calibri"/>
          <w:lang w:eastAsia="ar-SA"/>
        </w:rPr>
      </w:pPr>
    </w:p>
    <w:p w14:paraId="5C90EB3A" w14:textId="77777777" w:rsidR="00950AA5" w:rsidRDefault="00950AA5" w:rsidP="00950AA5">
      <w:pPr>
        <w:pStyle w:val="Akapitzlist"/>
        <w:numPr>
          <w:ilvl w:val="0"/>
          <w:numId w:val="24"/>
        </w:numPr>
        <w:spacing w:line="360" w:lineRule="auto"/>
        <w:rPr>
          <w:rFonts w:ascii="Calibri" w:hAnsi="Calibri" w:cs="Calibri"/>
          <w:lang w:eastAsia="ar-SA"/>
        </w:rPr>
      </w:pPr>
      <w:r w:rsidRPr="00C37DE0">
        <w:rPr>
          <w:rFonts w:ascii="Calibri" w:hAnsi="Calibri" w:cs="Calibri"/>
          <w:lang w:eastAsia="ar-SA"/>
        </w:rPr>
        <w:t>Cena brutto</w:t>
      </w:r>
      <w:r w:rsidRPr="00C37DE0">
        <w:rPr>
          <w:rFonts w:ascii="Calibri" w:hAnsi="Calibri" w:cs="Calibri"/>
          <w:lang w:eastAsia="ar-SA"/>
        </w:rPr>
        <w:tab/>
        <w:t xml:space="preserve">……………………..……….......... PLN za 1 godzinę </w:t>
      </w:r>
    </w:p>
    <w:p w14:paraId="6E48C122" w14:textId="77777777" w:rsidR="00C37DE0" w:rsidRPr="00C37DE0" w:rsidRDefault="00C37DE0" w:rsidP="00C37DE0">
      <w:pPr>
        <w:pStyle w:val="Akapitzlist"/>
        <w:spacing w:line="360" w:lineRule="auto"/>
        <w:ind w:left="720"/>
        <w:rPr>
          <w:rFonts w:ascii="Calibri" w:hAnsi="Calibri" w:cs="Calibri"/>
          <w:lang w:eastAsia="ar-SA"/>
        </w:rPr>
      </w:pPr>
    </w:p>
    <w:p w14:paraId="3E9CF48D" w14:textId="57E2F480" w:rsidR="00950AA5" w:rsidRDefault="00950AA5" w:rsidP="00950AA5">
      <w:pPr>
        <w:spacing w:line="360" w:lineRule="auto"/>
        <w:rPr>
          <w:rFonts w:ascii="Calibri" w:hAnsi="Calibri" w:cs="Calibri"/>
          <w:lang w:eastAsia="ar-SA"/>
        </w:rPr>
      </w:pPr>
      <w:r w:rsidRPr="00C37DE0">
        <w:rPr>
          <w:rFonts w:ascii="Calibri" w:hAnsi="Calibri" w:cs="Calibri"/>
          <w:lang w:eastAsia="ar-SA"/>
        </w:rPr>
        <w:t>słownie: ………………………………………………………………………………………………………</w:t>
      </w:r>
      <w:r w:rsidR="00C37DE0">
        <w:rPr>
          <w:rFonts w:ascii="Calibri" w:hAnsi="Calibri" w:cs="Calibri"/>
          <w:lang w:eastAsia="ar-SA"/>
        </w:rPr>
        <w:t>.</w:t>
      </w:r>
      <w:r w:rsidRPr="00C37DE0">
        <w:rPr>
          <w:rFonts w:ascii="Calibri" w:hAnsi="Calibri" w:cs="Calibri"/>
          <w:lang w:eastAsia="ar-SA"/>
        </w:rPr>
        <w:t>…………………PLN</w:t>
      </w:r>
    </w:p>
    <w:p w14:paraId="5065794A" w14:textId="77777777" w:rsidR="00C37DE0" w:rsidRPr="00C37DE0" w:rsidRDefault="00C37DE0" w:rsidP="00950AA5">
      <w:pPr>
        <w:spacing w:line="360" w:lineRule="auto"/>
        <w:rPr>
          <w:rFonts w:ascii="Calibri" w:hAnsi="Calibri" w:cs="Calibri"/>
          <w:lang w:eastAsia="ar-SA"/>
        </w:rPr>
      </w:pPr>
    </w:p>
    <w:p w14:paraId="5E7EBA6D" w14:textId="77777777" w:rsidR="00950AA5" w:rsidRPr="00C37DE0" w:rsidRDefault="00950AA5" w:rsidP="00950AA5">
      <w:pPr>
        <w:ind w:right="425"/>
        <w:rPr>
          <w:rFonts w:ascii="Calibri" w:hAnsi="Calibri" w:cs="Calibri"/>
          <w:lang w:eastAsia="ar-SA"/>
        </w:rPr>
      </w:pPr>
      <w:r w:rsidRPr="00C37DE0">
        <w:rPr>
          <w:rFonts w:ascii="Calibri" w:hAnsi="Calibri" w:cs="Calibri"/>
          <w:lang w:eastAsia="ar-SA"/>
        </w:rPr>
        <w:t>Oświadczam, że:</w:t>
      </w:r>
    </w:p>
    <w:p w14:paraId="3EC2C5EF" w14:textId="77777777" w:rsidR="00950AA5" w:rsidRPr="00C37DE0" w:rsidRDefault="00950AA5" w:rsidP="00950AA5">
      <w:pPr>
        <w:numPr>
          <w:ilvl w:val="0"/>
          <w:numId w:val="25"/>
        </w:numPr>
        <w:suppressAutoHyphens w:val="0"/>
        <w:spacing w:line="276" w:lineRule="auto"/>
        <w:ind w:right="425"/>
        <w:jc w:val="both"/>
        <w:rPr>
          <w:rFonts w:ascii="Calibri" w:hAnsi="Calibri" w:cs="Calibri"/>
          <w:lang w:eastAsia="ar-SA"/>
        </w:rPr>
      </w:pPr>
      <w:r w:rsidRPr="00C37DE0">
        <w:rPr>
          <w:rFonts w:ascii="Calibri" w:hAnsi="Calibri" w:cs="Calibri"/>
          <w:lang w:eastAsia="ar-SA"/>
        </w:rPr>
        <w:t>Oferowana cena zawiera wszystkie koszty związane z realizacją przedmiotu zamówienia,</w:t>
      </w:r>
    </w:p>
    <w:p w14:paraId="51302F99" w14:textId="77777777" w:rsidR="00950AA5" w:rsidRPr="00C37DE0" w:rsidRDefault="00950AA5" w:rsidP="00950AA5">
      <w:pPr>
        <w:widowControl w:val="0"/>
        <w:numPr>
          <w:ilvl w:val="0"/>
          <w:numId w:val="25"/>
        </w:numPr>
        <w:suppressAutoHyphens w:val="0"/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C37DE0">
        <w:rPr>
          <w:rFonts w:asciiTheme="minorHAnsi" w:hAnsiTheme="minorHAnsi" w:cstheme="minorHAnsi"/>
        </w:rPr>
        <w:t>Wykonawca zapoznał się z warunkami zapytania ofertowego Zamawiającego i nie wnosi do niego żadnych zastrzeżeń oraz zdobył konieczne informacje i wyjaśnienia do przygotowania oferty,</w:t>
      </w:r>
    </w:p>
    <w:p w14:paraId="409EEF40" w14:textId="77777777" w:rsidR="00950AA5" w:rsidRPr="00C37DE0" w:rsidRDefault="00950AA5" w:rsidP="00950AA5">
      <w:pPr>
        <w:widowControl w:val="0"/>
        <w:numPr>
          <w:ilvl w:val="0"/>
          <w:numId w:val="25"/>
        </w:numPr>
        <w:suppressAutoHyphens w:val="0"/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C37DE0">
        <w:rPr>
          <w:rFonts w:asciiTheme="minorHAnsi" w:hAnsiTheme="minorHAnsi" w:cstheme="minorHAnsi"/>
        </w:rPr>
        <w:t>Wykonawca jest związany niniejszą ofertą przez okres 30 dni kalendarzowych licząc od dnia upływu terminu składania ofert,</w:t>
      </w:r>
    </w:p>
    <w:p w14:paraId="2C4D4EF5" w14:textId="77777777" w:rsidR="00950AA5" w:rsidRPr="00C37DE0" w:rsidRDefault="00950AA5" w:rsidP="00950AA5">
      <w:pPr>
        <w:widowControl w:val="0"/>
        <w:numPr>
          <w:ilvl w:val="0"/>
          <w:numId w:val="25"/>
        </w:numPr>
        <w:suppressAutoHyphens w:val="0"/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C37DE0">
        <w:rPr>
          <w:rFonts w:asciiTheme="minorHAnsi" w:hAnsiTheme="minorHAnsi" w:cstheme="minorHAnsi"/>
        </w:rPr>
        <w:t xml:space="preserve">W przypadku wyboru przez Zamawiającego niniejszej oferty Wykonawca zobowiązuje </w:t>
      </w:r>
      <w:r w:rsidRPr="00C37DE0">
        <w:rPr>
          <w:rFonts w:asciiTheme="minorHAnsi" w:hAnsiTheme="minorHAnsi" w:cstheme="minorHAnsi"/>
        </w:rPr>
        <w:lastRenderedPageBreak/>
        <w:t>się do podpisania umowy w terminie i miejscu wskazanym przez Zamawiającego,</w:t>
      </w:r>
    </w:p>
    <w:p w14:paraId="2CDAC547" w14:textId="77777777" w:rsidR="00950AA5" w:rsidRPr="00C37DE0" w:rsidRDefault="00950AA5" w:rsidP="00950AA5">
      <w:pPr>
        <w:widowControl w:val="0"/>
        <w:numPr>
          <w:ilvl w:val="0"/>
          <w:numId w:val="25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</w:rPr>
      </w:pPr>
      <w:r w:rsidRPr="00C37DE0">
        <w:rPr>
          <w:rFonts w:asciiTheme="minorHAnsi" w:hAnsiTheme="minorHAnsi" w:cstheme="minorHAnsi"/>
        </w:rPr>
        <w:t xml:space="preserve">Wszystkie informacje zamieszczone w ofercie są aktualne i prawdziwe, a Wykonawca spełnia wszelkie kryteria wymagane zapytaniem ofertowym. </w:t>
      </w:r>
    </w:p>
    <w:p w14:paraId="5FCEF814" w14:textId="77777777" w:rsidR="00950AA5" w:rsidRPr="00C37DE0" w:rsidRDefault="00950AA5" w:rsidP="00950AA5">
      <w:pPr>
        <w:spacing w:line="276" w:lineRule="auto"/>
        <w:jc w:val="right"/>
        <w:rPr>
          <w:rFonts w:ascii="Calibri" w:hAnsi="Calibri" w:cs="Calibri"/>
          <w:lang w:eastAsia="ar-SA"/>
        </w:rPr>
      </w:pPr>
    </w:p>
    <w:p w14:paraId="304C335E" w14:textId="77777777" w:rsidR="00EB1F1C" w:rsidRPr="00C37DE0" w:rsidRDefault="00EB1F1C" w:rsidP="00950AA5">
      <w:pPr>
        <w:spacing w:line="276" w:lineRule="auto"/>
        <w:jc w:val="right"/>
        <w:rPr>
          <w:rFonts w:ascii="Calibri" w:hAnsi="Calibri" w:cs="Calibri"/>
          <w:lang w:eastAsia="ar-SA"/>
        </w:rPr>
      </w:pPr>
    </w:p>
    <w:p w14:paraId="316534E4" w14:textId="77777777" w:rsidR="00950AA5" w:rsidRPr="00C37DE0" w:rsidRDefault="00950AA5" w:rsidP="00950AA5">
      <w:pPr>
        <w:spacing w:line="276" w:lineRule="auto"/>
        <w:jc w:val="right"/>
        <w:rPr>
          <w:rFonts w:ascii="Calibri" w:hAnsi="Calibri" w:cs="Calibri"/>
          <w:lang w:eastAsia="ar-SA"/>
        </w:rPr>
      </w:pPr>
      <w:r w:rsidRPr="00C37DE0">
        <w:rPr>
          <w:rFonts w:ascii="Calibri" w:hAnsi="Calibri" w:cs="Calibri"/>
          <w:lang w:eastAsia="ar-SA"/>
        </w:rPr>
        <w:t>………………………………………………………………………………..</w:t>
      </w:r>
    </w:p>
    <w:p w14:paraId="11D60576" w14:textId="765B65C0" w:rsidR="00BB2BF5" w:rsidRPr="00C37DE0" w:rsidRDefault="00950AA5" w:rsidP="00EB1F1C">
      <w:pPr>
        <w:spacing w:line="276" w:lineRule="auto"/>
        <w:ind w:left="4248" w:firstLine="708"/>
        <w:jc w:val="center"/>
        <w:rPr>
          <w:rFonts w:ascii="Calibri" w:hAnsi="Calibri" w:cs="Calibri"/>
          <w:lang w:eastAsia="ar-SA"/>
        </w:rPr>
      </w:pPr>
      <w:r w:rsidRPr="00C37DE0">
        <w:rPr>
          <w:rFonts w:ascii="Calibri" w:hAnsi="Calibri" w:cs="Calibri"/>
          <w:lang w:eastAsia="ar-SA"/>
        </w:rPr>
        <w:t xml:space="preserve">podpis Wykonawcy </w:t>
      </w:r>
    </w:p>
    <w:sectPr w:rsidR="00BB2BF5" w:rsidRPr="00C37DE0" w:rsidSect="005C0CE9">
      <w:headerReference w:type="default" r:id="rId8"/>
      <w:footerReference w:type="default" r:id="rId9"/>
      <w:pgSz w:w="11906" w:h="16838"/>
      <w:pgMar w:top="1417" w:right="1417" w:bottom="1417" w:left="1417" w:header="142" w:footer="338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20F85B" w14:textId="77777777" w:rsidR="00DB5166" w:rsidRDefault="00DB5166">
      <w:r>
        <w:separator/>
      </w:r>
    </w:p>
  </w:endnote>
  <w:endnote w:type="continuationSeparator" w:id="0">
    <w:p w14:paraId="0D9ECAD8" w14:textId="77777777" w:rsidR="00DB5166" w:rsidRDefault="00DB51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olonia">
    <w:altName w:val="Arial"/>
    <w:charset w:val="00"/>
    <w:family w:val="modern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6B0FD8" w14:textId="77777777" w:rsidR="00FD71A2" w:rsidRPr="00653CD6" w:rsidRDefault="00AF1F8C" w:rsidP="00BC34D0">
    <w:pPr>
      <w:tabs>
        <w:tab w:val="center" w:pos="4536"/>
      </w:tabs>
      <w:suppressAutoHyphens w:val="0"/>
      <w:ind w:left="426" w:right="425"/>
      <w:jc w:val="center"/>
      <w:rPr>
        <w:rFonts w:ascii="Calibri" w:eastAsia="Calibri" w:hAnsi="Calibri" w:cs="Calibri"/>
        <w:sz w:val="18"/>
        <w:szCs w:val="18"/>
        <w:lang w:eastAsia="en-US"/>
      </w:rPr>
    </w:pPr>
    <w:r>
      <w:rPr>
        <w:rFonts w:ascii="Calibri" w:eastAsia="Calibri" w:hAnsi="Calibri" w:cs="Times New Roman"/>
        <w:noProof/>
        <w:sz w:val="22"/>
        <w:szCs w:val="22"/>
        <w:lang w:eastAsia="en-US"/>
      </w:rPr>
      <w:drawing>
        <wp:anchor distT="0" distB="0" distL="114300" distR="114300" simplePos="0" relativeHeight="251661312" behindDoc="0" locked="0" layoutInCell="1" allowOverlap="1" wp14:anchorId="2A502716" wp14:editId="5FF835F8">
          <wp:simplePos x="0" y="0"/>
          <wp:positionH relativeFrom="column">
            <wp:posOffset>753745</wp:posOffset>
          </wp:positionH>
          <wp:positionV relativeFrom="paragraph">
            <wp:posOffset>-221615</wp:posOffset>
          </wp:positionV>
          <wp:extent cx="1158240" cy="821636"/>
          <wp:effectExtent l="0" t="0" r="3810" b="0"/>
          <wp:wrapSquare wrapText="bothSides"/>
          <wp:docPr id="288636564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8636564" name="Obraz 28863656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58240" cy="82163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F02818">
      <w:rPr>
        <w:rFonts w:ascii="Calibri" w:eastAsia="Calibri" w:hAnsi="Calibri" w:cs="Times New Roman"/>
        <w:noProof/>
        <w:sz w:val="22"/>
        <w:szCs w:val="22"/>
        <w:lang w:eastAsia="en-US"/>
      </w:rPr>
      <w:drawing>
        <wp:anchor distT="0" distB="0" distL="114300" distR="114300" simplePos="0" relativeHeight="251659264" behindDoc="0" locked="0" layoutInCell="1" allowOverlap="1" wp14:anchorId="503B4B6A" wp14:editId="0DC8FB46">
          <wp:simplePos x="0" y="0"/>
          <wp:positionH relativeFrom="margin">
            <wp:posOffset>-396240</wp:posOffset>
          </wp:positionH>
          <wp:positionV relativeFrom="margin">
            <wp:posOffset>9029700</wp:posOffset>
          </wp:positionV>
          <wp:extent cx="460375" cy="460375"/>
          <wp:effectExtent l="0" t="0" r="0" b="0"/>
          <wp:wrapSquare wrapText="bothSides"/>
          <wp:docPr id="1470562018" name="Obraz 3" descr="Gmina pluznic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Gmina pluznica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0375" cy="460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02818" w:rsidRPr="00F02818">
      <w:rPr>
        <w:rFonts w:ascii="Calibri" w:eastAsia="Calibri" w:hAnsi="Calibri" w:cs="Times New Roman"/>
        <w:noProof/>
        <w:sz w:val="22"/>
        <w:szCs w:val="22"/>
        <w:lang w:eastAsia="en-US"/>
      </w:rPr>
      <w:drawing>
        <wp:anchor distT="0" distB="0" distL="114300" distR="114300" simplePos="0" relativeHeight="251660288" behindDoc="1" locked="0" layoutInCell="1" allowOverlap="1" wp14:anchorId="725C7721" wp14:editId="605330DC">
          <wp:simplePos x="0" y="0"/>
          <wp:positionH relativeFrom="margin">
            <wp:posOffset>147955</wp:posOffset>
          </wp:positionH>
          <wp:positionV relativeFrom="margin">
            <wp:posOffset>8957945</wp:posOffset>
          </wp:positionV>
          <wp:extent cx="479425" cy="577850"/>
          <wp:effectExtent l="0" t="0" r="0" b="0"/>
          <wp:wrapSquare wrapText="bothSides"/>
          <wp:docPr id="86177998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9425" cy="577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02818" w:rsidRPr="00F02818">
      <w:rPr>
        <w:rFonts w:ascii="Calibri" w:eastAsia="Calibri" w:hAnsi="Calibri" w:cs="Calibri"/>
        <w:sz w:val="18"/>
        <w:szCs w:val="18"/>
        <w:lang w:eastAsia="pl-PL"/>
      </w:rPr>
      <w:t xml:space="preserve">    </w:t>
    </w:r>
    <w:r w:rsidR="00F02818" w:rsidRPr="00F02818">
      <w:rPr>
        <w:rFonts w:ascii="Calibri" w:eastAsia="Calibri" w:hAnsi="Calibri" w:cs="Calibri"/>
        <w:sz w:val="18"/>
        <w:szCs w:val="18"/>
        <w:lang w:eastAsia="en-US"/>
      </w:rPr>
      <w:t>„</w:t>
    </w:r>
    <w:r>
      <w:rPr>
        <w:rFonts w:ascii="Calibri" w:eastAsia="Calibri" w:hAnsi="Calibri" w:cs="Calibri"/>
        <w:sz w:val="18"/>
        <w:szCs w:val="18"/>
        <w:lang w:eastAsia="pl-PL"/>
      </w:rPr>
      <w:t>Pole możliwości dla rodziny</w:t>
    </w:r>
    <w:r w:rsidR="00F02818" w:rsidRPr="00F02818">
      <w:rPr>
        <w:rFonts w:ascii="Calibri" w:eastAsia="Calibri" w:hAnsi="Calibri" w:cs="Calibri"/>
        <w:sz w:val="18"/>
        <w:szCs w:val="18"/>
        <w:lang w:eastAsia="en-US"/>
      </w:rPr>
      <w:t xml:space="preserve">” </w:t>
    </w:r>
    <w:r w:rsidR="00F02818" w:rsidRPr="00F02818">
      <w:rPr>
        <w:rFonts w:ascii="Calibri" w:eastAsia="Calibri" w:hAnsi="Calibri" w:cs="Calibri"/>
        <w:sz w:val="18"/>
        <w:szCs w:val="18"/>
        <w:lang w:eastAsia="en-US"/>
      </w:rPr>
      <w:br/>
      <w:t xml:space="preserve">Projekt </w:t>
    </w:r>
    <w:r>
      <w:rPr>
        <w:rFonts w:ascii="Calibri" w:eastAsia="Calibri" w:hAnsi="Calibri" w:cs="Calibri"/>
        <w:sz w:val="18"/>
        <w:szCs w:val="18"/>
        <w:lang w:eastAsia="en-US"/>
      </w:rPr>
      <w:t>partnerski</w:t>
    </w:r>
    <w:r w:rsidR="00F02818" w:rsidRPr="00F02818">
      <w:rPr>
        <w:rFonts w:ascii="Calibri" w:eastAsia="Calibri" w:hAnsi="Calibri" w:cs="Calibri"/>
        <w:sz w:val="18"/>
        <w:szCs w:val="18"/>
        <w:lang w:eastAsia="en-US"/>
      </w:rPr>
      <w:t xml:space="preserve"> </w:t>
    </w:r>
    <w:r w:rsidR="00BC34D0">
      <w:rPr>
        <w:rFonts w:ascii="Calibri" w:eastAsia="Calibri" w:hAnsi="Calibri" w:cs="Calibri"/>
        <w:sz w:val="18"/>
        <w:szCs w:val="18"/>
        <w:lang w:eastAsia="en-US"/>
      </w:rPr>
      <w:t>Gminy Płużnica</w:t>
    </w:r>
    <w:r>
      <w:rPr>
        <w:rFonts w:ascii="Calibri" w:eastAsia="Calibri" w:hAnsi="Calibri" w:cs="Calibri"/>
        <w:sz w:val="18"/>
        <w:szCs w:val="18"/>
        <w:lang w:eastAsia="en-US"/>
      </w:rPr>
      <w:t xml:space="preserve">, </w:t>
    </w:r>
    <w:r w:rsidR="00F02818" w:rsidRPr="00F02818">
      <w:rPr>
        <w:rFonts w:ascii="Calibri" w:eastAsia="Calibri" w:hAnsi="Calibri" w:cs="Calibri"/>
        <w:sz w:val="18"/>
        <w:szCs w:val="18"/>
        <w:lang w:eastAsia="en-US"/>
      </w:rPr>
      <w:t>Towarzystwa Rozwoju Gminy Płużnica</w:t>
    </w:r>
    <w:r>
      <w:rPr>
        <w:rFonts w:ascii="Calibri" w:eastAsia="Calibri" w:hAnsi="Calibri" w:cs="Calibri"/>
        <w:sz w:val="18"/>
        <w:szCs w:val="18"/>
        <w:lang w:eastAsia="en-US"/>
      </w:rPr>
      <w:t xml:space="preserve"> </w:t>
    </w:r>
    <w:r>
      <w:rPr>
        <w:rFonts w:ascii="Calibri" w:eastAsia="Calibri" w:hAnsi="Calibri" w:cs="Calibri"/>
        <w:sz w:val="18"/>
        <w:szCs w:val="18"/>
        <w:lang w:eastAsia="en-US"/>
      </w:rPr>
      <w:br/>
      <w:t>i Stowarzyszenia Młodych</w:t>
    </w:r>
    <w:r w:rsidR="00F02818" w:rsidRPr="00F02818">
      <w:rPr>
        <w:rFonts w:ascii="Calibri" w:eastAsia="Calibri" w:hAnsi="Calibri" w:cs="Calibri"/>
        <w:sz w:val="18"/>
        <w:szCs w:val="18"/>
        <w:lang w:eastAsia="en-US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92673E" w14:textId="77777777" w:rsidR="00DB5166" w:rsidRDefault="00DB5166">
      <w:r>
        <w:separator/>
      </w:r>
    </w:p>
  </w:footnote>
  <w:footnote w:type="continuationSeparator" w:id="0">
    <w:p w14:paraId="10EB4CF6" w14:textId="77777777" w:rsidR="00DB5166" w:rsidRDefault="00DB51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AD82A0" w14:textId="77777777" w:rsidR="004E0AE3" w:rsidRDefault="00AF1F8C">
    <w:pPr>
      <w:pStyle w:val="Nagwek"/>
    </w:pPr>
    <w:r>
      <w:rPr>
        <w:noProof/>
      </w:rPr>
      <w:drawing>
        <wp:inline distT="0" distB="0" distL="0" distR="0" wp14:anchorId="013D65A4" wp14:editId="2B710817">
          <wp:extent cx="5760720" cy="794385"/>
          <wp:effectExtent l="0" t="0" r="0" b="5715"/>
          <wp:docPr id="7845577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07369091" name="Obraz 40736909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943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Calibri"/>
        <w:color w:val="00000A"/>
        <w:sz w:val="23"/>
        <w:szCs w:val="23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648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9016F"/>
    <w:multiLevelType w:val="hybridMultilevel"/>
    <w:tmpl w:val="B99AE448"/>
    <w:lvl w:ilvl="0" w:tplc="4A229168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E36417"/>
    <w:multiLevelType w:val="hybridMultilevel"/>
    <w:tmpl w:val="310CEC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B61433"/>
    <w:multiLevelType w:val="hybridMultilevel"/>
    <w:tmpl w:val="284A1C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477CF5"/>
    <w:multiLevelType w:val="hybridMultilevel"/>
    <w:tmpl w:val="160879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DA016D"/>
    <w:multiLevelType w:val="hybridMultilevel"/>
    <w:tmpl w:val="1C3A223A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DD82E46"/>
    <w:multiLevelType w:val="hybridMultilevel"/>
    <w:tmpl w:val="F08A9306"/>
    <w:lvl w:ilvl="0" w:tplc="5FBAB59C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b/>
        <w:bCs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A82482"/>
    <w:multiLevelType w:val="hybridMultilevel"/>
    <w:tmpl w:val="A2725D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4A464D"/>
    <w:multiLevelType w:val="hybridMultilevel"/>
    <w:tmpl w:val="8BD012F6"/>
    <w:lvl w:ilvl="0" w:tplc="D1B25250">
      <w:start w:val="1"/>
      <w:numFmt w:val="decimal"/>
      <w:lvlText w:val="%1."/>
      <w:lvlJc w:val="left"/>
      <w:pPr>
        <w:ind w:left="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9F8A1EC">
      <w:start w:val="1"/>
      <w:numFmt w:val="decimal"/>
      <w:lvlText w:val="%2)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2E658B6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A40DEA2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3B20084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ACEAE60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3C0321C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6242A3C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51246D6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3AD40CB5"/>
    <w:multiLevelType w:val="hybridMultilevel"/>
    <w:tmpl w:val="DE90EC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66438D"/>
    <w:multiLevelType w:val="hybridMultilevel"/>
    <w:tmpl w:val="D49882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8E15CA"/>
    <w:multiLevelType w:val="hybridMultilevel"/>
    <w:tmpl w:val="BF3E61FA"/>
    <w:lvl w:ilvl="0" w:tplc="0FF6B7C6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FE67B1"/>
    <w:multiLevelType w:val="hybridMultilevel"/>
    <w:tmpl w:val="07B4FB24"/>
    <w:lvl w:ilvl="0" w:tplc="D8B4272C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989496E"/>
    <w:multiLevelType w:val="hybridMultilevel"/>
    <w:tmpl w:val="70A284D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DD3603E"/>
    <w:multiLevelType w:val="hybridMultilevel"/>
    <w:tmpl w:val="78DCEBB0"/>
    <w:lvl w:ilvl="0" w:tplc="2570B438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60BF412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626F0545"/>
    <w:multiLevelType w:val="hybridMultilevel"/>
    <w:tmpl w:val="9CC602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2F05750"/>
    <w:multiLevelType w:val="hybridMultilevel"/>
    <w:tmpl w:val="9AEAA2C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56C3821"/>
    <w:multiLevelType w:val="hybridMultilevel"/>
    <w:tmpl w:val="B6F2D7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6B45856"/>
    <w:multiLevelType w:val="hybridMultilevel"/>
    <w:tmpl w:val="410278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98F2535"/>
    <w:multiLevelType w:val="hybridMultilevel"/>
    <w:tmpl w:val="EB92F4F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F4485F"/>
    <w:multiLevelType w:val="hybridMultilevel"/>
    <w:tmpl w:val="B9CEB4F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B3A2261"/>
    <w:multiLevelType w:val="hybridMultilevel"/>
    <w:tmpl w:val="919A324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C996034"/>
    <w:multiLevelType w:val="hybridMultilevel"/>
    <w:tmpl w:val="4064CF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52695190">
    <w:abstractNumId w:val="0"/>
  </w:num>
  <w:num w:numId="2" w16cid:durableId="1916237461">
    <w:abstractNumId w:val="1"/>
  </w:num>
  <w:num w:numId="3" w16cid:durableId="1623922137">
    <w:abstractNumId w:val="9"/>
  </w:num>
  <w:num w:numId="4" w16cid:durableId="284894371">
    <w:abstractNumId w:val="23"/>
  </w:num>
  <w:num w:numId="5" w16cid:durableId="2032221110">
    <w:abstractNumId w:val="17"/>
  </w:num>
  <w:num w:numId="6" w16cid:durableId="854541920">
    <w:abstractNumId w:val="12"/>
  </w:num>
  <w:num w:numId="7" w16cid:durableId="1518041912">
    <w:abstractNumId w:val="18"/>
  </w:num>
  <w:num w:numId="8" w16cid:durableId="143476349">
    <w:abstractNumId w:val="22"/>
  </w:num>
  <w:num w:numId="9" w16cid:durableId="1453787072">
    <w:abstractNumId w:val="4"/>
  </w:num>
  <w:num w:numId="10" w16cid:durableId="1386684500">
    <w:abstractNumId w:val="21"/>
  </w:num>
  <w:num w:numId="11" w16cid:durableId="707686529">
    <w:abstractNumId w:val="15"/>
  </w:num>
  <w:num w:numId="12" w16cid:durableId="617374423">
    <w:abstractNumId w:val="7"/>
  </w:num>
  <w:num w:numId="13" w16cid:durableId="561527163">
    <w:abstractNumId w:val="19"/>
  </w:num>
  <w:num w:numId="14" w16cid:durableId="943653496">
    <w:abstractNumId w:val="16"/>
  </w:num>
  <w:num w:numId="15" w16cid:durableId="1587687730">
    <w:abstractNumId w:val="6"/>
  </w:num>
  <w:num w:numId="16" w16cid:durableId="530807364">
    <w:abstractNumId w:val="20"/>
  </w:num>
  <w:num w:numId="17" w16cid:durableId="1286620998">
    <w:abstractNumId w:val="3"/>
  </w:num>
  <w:num w:numId="18" w16cid:durableId="352994985">
    <w:abstractNumId w:val="5"/>
  </w:num>
  <w:num w:numId="19" w16cid:durableId="941451469">
    <w:abstractNumId w:val="8"/>
  </w:num>
  <w:num w:numId="20" w16cid:durableId="113764409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74516160">
    <w:abstractNumId w:val="2"/>
  </w:num>
  <w:num w:numId="22" w16cid:durableId="1638560625">
    <w:abstractNumId w:val="10"/>
  </w:num>
  <w:num w:numId="23" w16cid:durableId="145365520">
    <w:abstractNumId w:val="24"/>
  </w:num>
  <w:num w:numId="24" w16cid:durableId="1376201723">
    <w:abstractNumId w:val="11"/>
  </w:num>
  <w:num w:numId="25" w16cid:durableId="110554210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23B7"/>
    <w:rsid w:val="000176D9"/>
    <w:rsid w:val="00027849"/>
    <w:rsid w:val="0003752B"/>
    <w:rsid w:val="00043524"/>
    <w:rsid w:val="000526B2"/>
    <w:rsid w:val="000610EB"/>
    <w:rsid w:val="00063952"/>
    <w:rsid w:val="0007043B"/>
    <w:rsid w:val="00083405"/>
    <w:rsid w:val="00091FDC"/>
    <w:rsid w:val="0009497C"/>
    <w:rsid w:val="000969FD"/>
    <w:rsid w:val="00097F2E"/>
    <w:rsid w:val="000B535D"/>
    <w:rsid w:val="000C3DDF"/>
    <w:rsid w:val="000C4602"/>
    <w:rsid w:val="000D0090"/>
    <w:rsid w:val="000D2705"/>
    <w:rsid w:val="000E54E5"/>
    <w:rsid w:val="000F22FB"/>
    <w:rsid w:val="000F3017"/>
    <w:rsid w:val="000F6183"/>
    <w:rsid w:val="00107865"/>
    <w:rsid w:val="001144CA"/>
    <w:rsid w:val="00116127"/>
    <w:rsid w:val="00116597"/>
    <w:rsid w:val="001350D0"/>
    <w:rsid w:val="00136E14"/>
    <w:rsid w:val="00150414"/>
    <w:rsid w:val="00174F77"/>
    <w:rsid w:val="00177AEF"/>
    <w:rsid w:val="0018559E"/>
    <w:rsid w:val="001D6272"/>
    <w:rsid w:val="001E2166"/>
    <w:rsid w:val="0022104B"/>
    <w:rsid w:val="0022693E"/>
    <w:rsid w:val="00255159"/>
    <w:rsid w:val="00255D2D"/>
    <w:rsid w:val="002618F3"/>
    <w:rsid w:val="00263F8C"/>
    <w:rsid w:val="002757B7"/>
    <w:rsid w:val="002807F0"/>
    <w:rsid w:val="00282FCB"/>
    <w:rsid w:val="002862E8"/>
    <w:rsid w:val="002A354C"/>
    <w:rsid w:val="002A3807"/>
    <w:rsid w:val="002C21B2"/>
    <w:rsid w:val="002F1817"/>
    <w:rsid w:val="002F3124"/>
    <w:rsid w:val="002F36E3"/>
    <w:rsid w:val="002F62CB"/>
    <w:rsid w:val="00316321"/>
    <w:rsid w:val="0032408F"/>
    <w:rsid w:val="00366188"/>
    <w:rsid w:val="00380E60"/>
    <w:rsid w:val="00386B3D"/>
    <w:rsid w:val="00386ED5"/>
    <w:rsid w:val="003944D0"/>
    <w:rsid w:val="003A11BD"/>
    <w:rsid w:val="003A6FEE"/>
    <w:rsid w:val="003A7D00"/>
    <w:rsid w:val="003B0E4D"/>
    <w:rsid w:val="003C4CBC"/>
    <w:rsid w:val="003D509C"/>
    <w:rsid w:val="004009A8"/>
    <w:rsid w:val="00427745"/>
    <w:rsid w:val="00431732"/>
    <w:rsid w:val="00433FF0"/>
    <w:rsid w:val="00444A71"/>
    <w:rsid w:val="00460348"/>
    <w:rsid w:val="004627A5"/>
    <w:rsid w:val="00462D03"/>
    <w:rsid w:val="0047461B"/>
    <w:rsid w:val="004840F9"/>
    <w:rsid w:val="00497340"/>
    <w:rsid w:val="004A47A4"/>
    <w:rsid w:val="004B6D0D"/>
    <w:rsid w:val="004C29B3"/>
    <w:rsid w:val="004E0AE3"/>
    <w:rsid w:val="004F06E2"/>
    <w:rsid w:val="005127BE"/>
    <w:rsid w:val="005550D4"/>
    <w:rsid w:val="00557785"/>
    <w:rsid w:val="005601F5"/>
    <w:rsid w:val="00567196"/>
    <w:rsid w:val="00576D27"/>
    <w:rsid w:val="00581B8F"/>
    <w:rsid w:val="00590E4B"/>
    <w:rsid w:val="005A1B57"/>
    <w:rsid w:val="005B23E1"/>
    <w:rsid w:val="005B4495"/>
    <w:rsid w:val="005B5D85"/>
    <w:rsid w:val="005C0CE9"/>
    <w:rsid w:val="005E1A5B"/>
    <w:rsid w:val="005E491F"/>
    <w:rsid w:val="005E5FF4"/>
    <w:rsid w:val="006105F8"/>
    <w:rsid w:val="00620DEC"/>
    <w:rsid w:val="006231C3"/>
    <w:rsid w:val="00653CD6"/>
    <w:rsid w:val="00654E24"/>
    <w:rsid w:val="00674C33"/>
    <w:rsid w:val="00681677"/>
    <w:rsid w:val="00687D45"/>
    <w:rsid w:val="006941B2"/>
    <w:rsid w:val="006C494D"/>
    <w:rsid w:val="006D60D7"/>
    <w:rsid w:val="006E142D"/>
    <w:rsid w:val="0072419F"/>
    <w:rsid w:val="007479A5"/>
    <w:rsid w:val="007502A8"/>
    <w:rsid w:val="00754F9C"/>
    <w:rsid w:val="00763F6F"/>
    <w:rsid w:val="00787D86"/>
    <w:rsid w:val="007A6E60"/>
    <w:rsid w:val="007B23B7"/>
    <w:rsid w:val="007C1AA5"/>
    <w:rsid w:val="008033FD"/>
    <w:rsid w:val="00822651"/>
    <w:rsid w:val="00840293"/>
    <w:rsid w:val="008634ED"/>
    <w:rsid w:val="00866CFB"/>
    <w:rsid w:val="008A317F"/>
    <w:rsid w:val="008A4D78"/>
    <w:rsid w:val="008A6127"/>
    <w:rsid w:val="008C4F2B"/>
    <w:rsid w:val="008C63C8"/>
    <w:rsid w:val="008C7B8F"/>
    <w:rsid w:val="008F4112"/>
    <w:rsid w:val="0090277B"/>
    <w:rsid w:val="00906262"/>
    <w:rsid w:val="00910663"/>
    <w:rsid w:val="00915EC9"/>
    <w:rsid w:val="009167C0"/>
    <w:rsid w:val="00930757"/>
    <w:rsid w:val="00940EA9"/>
    <w:rsid w:val="009504C9"/>
    <w:rsid w:val="00950AA5"/>
    <w:rsid w:val="00973874"/>
    <w:rsid w:val="009915CB"/>
    <w:rsid w:val="009A5A9C"/>
    <w:rsid w:val="009B0287"/>
    <w:rsid w:val="009B04CB"/>
    <w:rsid w:val="009B6104"/>
    <w:rsid w:val="009C0EA0"/>
    <w:rsid w:val="009C3738"/>
    <w:rsid w:val="009C4A8D"/>
    <w:rsid w:val="009D042F"/>
    <w:rsid w:val="009D2D17"/>
    <w:rsid w:val="009D680C"/>
    <w:rsid w:val="009E53FA"/>
    <w:rsid w:val="009F72E7"/>
    <w:rsid w:val="00A06678"/>
    <w:rsid w:val="00A0740A"/>
    <w:rsid w:val="00A1713D"/>
    <w:rsid w:val="00A3520B"/>
    <w:rsid w:val="00A43A39"/>
    <w:rsid w:val="00A4752A"/>
    <w:rsid w:val="00A80D9B"/>
    <w:rsid w:val="00A817D8"/>
    <w:rsid w:val="00AB477C"/>
    <w:rsid w:val="00AC25D6"/>
    <w:rsid w:val="00AC59DB"/>
    <w:rsid w:val="00AD3B1C"/>
    <w:rsid w:val="00AF1F8C"/>
    <w:rsid w:val="00AF517C"/>
    <w:rsid w:val="00B00D3C"/>
    <w:rsid w:val="00B04A6B"/>
    <w:rsid w:val="00B07A4F"/>
    <w:rsid w:val="00B2086B"/>
    <w:rsid w:val="00B224F5"/>
    <w:rsid w:val="00B24612"/>
    <w:rsid w:val="00B33EEA"/>
    <w:rsid w:val="00B549AE"/>
    <w:rsid w:val="00B61380"/>
    <w:rsid w:val="00B61F03"/>
    <w:rsid w:val="00B61F69"/>
    <w:rsid w:val="00B65665"/>
    <w:rsid w:val="00B66C85"/>
    <w:rsid w:val="00B66E34"/>
    <w:rsid w:val="00B937DE"/>
    <w:rsid w:val="00B9653F"/>
    <w:rsid w:val="00BA7EC3"/>
    <w:rsid w:val="00BB2BF5"/>
    <w:rsid w:val="00BC0A06"/>
    <w:rsid w:val="00BC34D0"/>
    <w:rsid w:val="00BD39D8"/>
    <w:rsid w:val="00BD4BED"/>
    <w:rsid w:val="00BD4F7B"/>
    <w:rsid w:val="00BE6EC2"/>
    <w:rsid w:val="00BF6D68"/>
    <w:rsid w:val="00C24479"/>
    <w:rsid w:val="00C31522"/>
    <w:rsid w:val="00C37DE0"/>
    <w:rsid w:val="00C53CF3"/>
    <w:rsid w:val="00C54D66"/>
    <w:rsid w:val="00C62824"/>
    <w:rsid w:val="00C66B3E"/>
    <w:rsid w:val="00C957E5"/>
    <w:rsid w:val="00CA1FD6"/>
    <w:rsid w:val="00CC5170"/>
    <w:rsid w:val="00CC7248"/>
    <w:rsid w:val="00CD1B31"/>
    <w:rsid w:val="00CD5392"/>
    <w:rsid w:val="00CE7A80"/>
    <w:rsid w:val="00D01ECC"/>
    <w:rsid w:val="00D17D7E"/>
    <w:rsid w:val="00D31877"/>
    <w:rsid w:val="00D328AA"/>
    <w:rsid w:val="00D3546E"/>
    <w:rsid w:val="00D70EF6"/>
    <w:rsid w:val="00D72D6E"/>
    <w:rsid w:val="00D9259F"/>
    <w:rsid w:val="00DB5166"/>
    <w:rsid w:val="00DC1C37"/>
    <w:rsid w:val="00DD4545"/>
    <w:rsid w:val="00DE1649"/>
    <w:rsid w:val="00DF115A"/>
    <w:rsid w:val="00DF37D3"/>
    <w:rsid w:val="00E01A87"/>
    <w:rsid w:val="00E350AD"/>
    <w:rsid w:val="00E611EB"/>
    <w:rsid w:val="00E7357D"/>
    <w:rsid w:val="00E93B0F"/>
    <w:rsid w:val="00EA2E44"/>
    <w:rsid w:val="00EB1F1C"/>
    <w:rsid w:val="00EB79FC"/>
    <w:rsid w:val="00EC6E00"/>
    <w:rsid w:val="00ED1931"/>
    <w:rsid w:val="00ED3662"/>
    <w:rsid w:val="00ED783F"/>
    <w:rsid w:val="00EE02D0"/>
    <w:rsid w:val="00EE2762"/>
    <w:rsid w:val="00EE5967"/>
    <w:rsid w:val="00EE6FD8"/>
    <w:rsid w:val="00EF0A22"/>
    <w:rsid w:val="00F02818"/>
    <w:rsid w:val="00F35374"/>
    <w:rsid w:val="00F376F3"/>
    <w:rsid w:val="00F57CD8"/>
    <w:rsid w:val="00F76DD9"/>
    <w:rsid w:val="00FC6978"/>
    <w:rsid w:val="00FD69A6"/>
    <w:rsid w:val="00FD71A2"/>
    <w:rsid w:val="00FF4D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278979FE"/>
  <w15:docId w15:val="{8FA772FA-4766-4EF5-913B-CE1E4D6F6E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rFonts w:ascii="Apolonia" w:hAnsi="Apolonia" w:cs="Apolonia"/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F62C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66CF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127BE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Calibri" w:hAnsi="Calibri" w:cs="Calibri"/>
      <w:color w:val="00000A"/>
      <w:sz w:val="23"/>
      <w:szCs w:val="23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color w:val="00000A"/>
      <w:sz w:val="23"/>
      <w:szCs w:val="23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b/>
      <w:sz w:val="23"/>
      <w:szCs w:val="23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b/>
      <w:sz w:val="23"/>
      <w:szCs w:val="23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b/>
      <w:sz w:val="23"/>
      <w:szCs w:val="23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b/>
      <w:sz w:val="23"/>
      <w:szCs w:val="23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eastAsia="Calibri" w:hint="default"/>
      <w:b/>
      <w:color w:val="00000A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eastAsia="Calibri" w:hint="default"/>
      <w:color w:val="00000A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hint="default"/>
    </w:rPr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ascii="Symbol" w:hAnsi="Symbol" w:cs="Symbol" w:hint="default"/>
    </w:rPr>
  </w:style>
  <w:style w:type="character" w:customStyle="1" w:styleId="WW8Num12z1">
    <w:name w:val="WW8Num12z1"/>
    <w:rPr>
      <w:rFonts w:ascii="Courier New" w:hAnsi="Courier New" w:cs="Courier New" w:hint="default"/>
    </w:rPr>
  </w:style>
  <w:style w:type="character" w:customStyle="1" w:styleId="WW8Num12z2">
    <w:name w:val="WW8Num12z2"/>
    <w:rPr>
      <w:rFonts w:ascii="Wingdings" w:hAnsi="Wingdings" w:cs="Wingdings" w:hint="default"/>
    </w:rPr>
  </w:style>
  <w:style w:type="character" w:customStyle="1" w:styleId="WW8Num13z0">
    <w:name w:val="WW8Num13z0"/>
    <w:rPr>
      <w:rFonts w:hint="default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hint="default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cs="Times New Roman" w:hint="default"/>
      <w:i w:val="0"/>
    </w:rPr>
  </w:style>
  <w:style w:type="character" w:customStyle="1" w:styleId="WW8Num15z1">
    <w:name w:val="WW8Num15z1"/>
    <w:rPr>
      <w:rFonts w:cs="Times New Roman" w:hint="default"/>
    </w:rPr>
  </w:style>
  <w:style w:type="character" w:customStyle="1" w:styleId="WW8Num16z0">
    <w:name w:val="WW8Num16z0"/>
    <w:rPr>
      <w:b/>
      <w:sz w:val="23"/>
      <w:szCs w:val="23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ascii="Symbol" w:hAnsi="Symbol" w:cs="Symbol" w:hint="default"/>
    </w:rPr>
  </w:style>
  <w:style w:type="character" w:customStyle="1" w:styleId="WW8Num17z1">
    <w:name w:val="WW8Num17z1"/>
    <w:rPr>
      <w:rFonts w:ascii="Courier New" w:hAnsi="Courier New" w:cs="Courier New" w:hint="default"/>
    </w:rPr>
  </w:style>
  <w:style w:type="character" w:customStyle="1" w:styleId="WW8Num17z2">
    <w:name w:val="WW8Num17z2"/>
    <w:rPr>
      <w:rFonts w:ascii="Wingdings" w:hAnsi="Wingdings" w:cs="Wingdings" w:hint="default"/>
    </w:rPr>
  </w:style>
  <w:style w:type="character" w:customStyle="1" w:styleId="Domylnaczcionkaakapitu5">
    <w:name w:val="Domyślna czcionka akapitu5"/>
  </w:style>
  <w:style w:type="character" w:customStyle="1" w:styleId="Domylnaczcionkaakapitu4">
    <w:name w:val="Domyślna czcionka akapitu4"/>
  </w:style>
  <w:style w:type="character" w:customStyle="1" w:styleId="Domylnaczcionkaakapitu3">
    <w:name w:val="Domyślna czcionka akapitu3"/>
  </w:style>
  <w:style w:type="character" w:customStyle="1" w:styleId="Domylnaczcionkaakapitu2">
    <w:name w:val="Domyślna czcionka akapitu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Domylnaczcionkaakapitu1">
    <w:name w:val="Domyślna czcionka akapitu1"/>
  </w:style>
  <w:style w:type="character" w:styleId="Hipercze">
    <w:name w:val="Hyperlink"/>
    <w:rPr>
      <w:color w:val="0000FF"/>
      <w:u w:val="single"/>
    </w:rPr>
  </w:style>
  <w:style w:type="character" w:customStyle="1" w:styleId="NagwekZnak">
    <w:name w:val="Nagłówek Znak"/>
    <w:rPr>
      <w:rFonts w:ascii="Apolonia" w:hAnsi="Apolonia" w:cs="Apolonia"/>
      <w:sz w:val="24"/>
      <w:szCs w:val="24"/>
    </w:rPr>
  </w:style>
  <w:style w:type="character" w:customStyle="1" w:styleId="StopkaZnak">
    <w:name w:val="Stopka Znak"/>
    <w:rPr>
      <w:rFonts w:ascii="Apolonia" w:hAnsi="Apolonia" w:cs="Apolonia"/>
      <w:sz w:val="24"/>
      <w:szCs w:val="24"/>
    </w:rPr>
  </w:style>
  <w:style w:type="character" w:customStyle="1" w:styleId="TekstprzypisudolnegoZnak">
    <w:name w:val="Tekst przypisu dolnego Znak"/>
    <w:basedOn w:val="Domylnaczcionkaakapitu5"/>
  </w:style>
  <w:style w:type="character" w:customStyle="1" w:styleId="Znakiprzypiswdolnych">
    <w:name w:val="Znaki przypisów dolnych"/>
    <w:rPr>
      <w:vertAlign w:val="superscript"/>
    </w:rPr>
  </w:style>
  <w:style w:type="paragraph" w:customStyle="1" w:styleId="Nagwek5">
    <w:name w:val="Nagłówek5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Nagwek4">
    <w:name w:val="Nagłówek4"/>
    <w:basedOn w:val="Normalny"/>
    <w:next w:val="Tekstpodstawow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Podpis4">
    <w:name w:val="Podpis4"/>
    <w:basedOn w:val="Normalny"/>
    <w:pPr>
      <w:suppressLineNumbers/>
      <w:spacing w:before="120" w:after="120"/>
    </w:pPr>
    <w:rPr>
      <w:rFonts w:cs="Arial"/>
      <w:i/>
      <w:iCs/>
    </w:rPr>
  </w:style>
  <w:style w:type="paragraph" w:customStyle="1" w:styleId="Nagwek30">
    <w:name w:val="Nagłówek3"/>
    <w:basedOn w:val="Normalny"/>
    <w:next w:val="Tekstpodstawow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Podpis3">
    <w:name w:val="Podpis3"/>
    <w:basedOn w:val="Normalny"/>
    <w:pPr>
      <w:suppressLineNumbers/>
      <w:spacing w:before="120" w:after="120"/>
    </w:pPr>
    <w:rPr>
      <w:rFonts w:cs="Arial"/>
      <w:i/>
      <w:iCs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Gwkaistopka">
    <w:name w:val="Główka i stopka"/>
    <w:basedOn w:val="Normalny"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Normalny"/>
    <w:pPr>
      <w:tabs>
        <w:tab w:val="center" w:pos="4536"/>
        <w:tab w:val="right" w:pos="9072"/>
      </w:tabs>
    </w:pPr>
    <w:rPr>
      <w:rFonts w:cs="Times New Roman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  <w:rPr>
      <w:rFonts w:cs="Times New Roman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Tekstpodstawowywcity31">
    <w:name w:val="Tekst podstawowy wcięty 31"/>
    <w:basedOn w:val="Normalny"/>
    <w:pPr>
      <w:tabs>
        <w:tab w:val="left" w:pos="-720"/>
      </w:tabs>
      <w:ind w:left="360"/>
      <w:jc w:val="both"/>
    </w:pPr>
    <w:rPr>
      <w:rFonts w:ascii="Times New Roman" w:hAnsi="Times New Roman" w:cs="Times New Roman"/>
      <w:spacing w:val="-3"/>
      <w:sz w:val="22"/>
    </w:rPr>
  </w:style>
  <w:style w:type="paragraph" w:styleId="NormalnyWeb">
    <w:name w:val="Normal (Web)"/>
    <w:basedOn w:val="Normalny"/>
    <w:uiPriority w:val="99"/>
    <w:pPr>
      <w:spacing w:before="280" w:after="280"/>
    </w:pPr>
    <w:rPr>
      <w:rFonts w:ascii="Times New Roman" w:hAnsi="Times New Roman" w:cs="Times New Roman"/>
    </w:rPr>
  </w:style>
  <w:style w:type="paragraph" w:customStyle="1" w:styleId="Default">
    <w:name w:val="Default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styleId="Tekstprzypisudolnego">
    <w:name w:val="footnote text"/>
    <w:basedOn w:val="Normalny"/>
    <w:pPr>
      <w:suppressAutoHyphens w:val="0"/>
    </w:pPr>
    <w:rPr>
      <w:rFonts w:ascii="Times New Roman" w:hAnsi="Times New Roman" w:cs="Times New Roman"/>
      <w:sz w:val="20"/>
      <w:szCs w:val="20"/>
    </w:rPr>
  </w:style>
  <w:style w:type="paragraph" w:styleId="Akapitzlist">
    <w:name w:val="List Paragraph"/>
    <w:basedOn w:val="Normalny"/>
    <w:qFormat/>
    <w:pPr>
      <w:ind w:left="708"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character" w:styleId="Pogrubienie">
    <w:name w:val="Strong"/>
    <w:basedOn w:val="Domylnaczcionkaakapitu"/>
    <w:uiPriority w:val="22"/>
    <w:qFormat/>
    <w:rsid w:val="00091FDC"/>
    <w:rPr>
      <w:b/>
      <w:bCs/>
    </w:rPr>
  </w:style>
  <w:style w:type="table" w:styleId="Tabela-Siatka">
    <w:name w:val="Table Grid"/>
    <w:basedOn w:val="Standardowy"/>
    <w:uiPriority w:val="39"/>
    <w:rsid w:val="000949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127B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zh-CN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66CFB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zh-CN"/>
    </w:rPr>
  </w:style>
  <w:style w:type="character" w:customStyle="1" w:styleId="Nagwek1Znak">
    <w:name w:val="Nagłówek 1 Znak"/>
    <w:basedOn w:val="Domylnaczcionkaakapitu"/>
    <w:link w:val="Nagwek1"/>
    <w:uiPriority w:val="9"/>
    <w:rsid w:val="002F62CB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zh-CN"/>
    </w:rPr>
  </w:style>
  <w:style w:type="paragraph" w:styleId="Tytu">
    <w:name w:val="Title"/>
    <w:basedOn w:val="Normalny"/>
    <w:next w:val="Normalny"/>
    <w:link w:val="TytuZnak"/>
    <w:uiPriority w:val="10"/>
    <w:qFormat/>
    <w:rsid w:val="002F62CB"/>
    <w:pPr>
      <w:pBdr>
        <w:bottom w:val="single" w:sz="8" w:space="4" w:color="4F81BD" w:themeColor="accent1"/>
      </w:pBdr>
      <w:suppressAutoHyphens w:val="0"/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character" w:customStyle="1" w:styleId="TytuZnak">
    <w:name w:val="Tytuł Znak"/>
    <w:basedOn w:val="Domylnaczcionkaakapitu"/>
    <w:link w:val="Tytu"/>
    <w:uiPriority w:val="10"/>
    <w:rsid w:val="002F62C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668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5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2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1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06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8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7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5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rgp\OneDrive\Dokumenty\Niestandardowe%20szablony%20pakietu%20Office\Papier%20projektowy%20PMDR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AB7C2E-AF96-44BF-81E2-3844317425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Papier projektowy PMDR</Template>
  <TotalTime>1</TotalTime>
  <Pages>2</Pages>
  <Words>180</Words>
  <Characters>1085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Towarzystwo Rozwoju Gminy Płużnica</dc:creator>
  <cp:lastModifiedBy>Towarzystwo Rozwoju Gminy Płużnica</cp:lastModifiedBy>
  <cp:revision>2</cp:revision>
  <cp:lastPrinted>2025-06-05T07:16:00Z</cp:lastPrinted>
  <dcterms:created xsi:type="dcterms:W3CDTF">2025-11-25T14:10:00Z</dcterms:created>
  <dcterms:modified xsi:type="dcterms:W3CDTF">2025-11-25T14:10:00Z</dcterms:modified>
</cp:coreProperties>
</file>